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29" w:rsidRDefault="00771529" w:rsidP="00615AD0">
      <w:pPr>
        <w:ind w:left="10620" w:right="-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771529" w:rsidRDefault="00771529" w:rsidP="00615AD0">
      <w:pPr>
        <w:ind w:left="10620" w:right="-6"/>
        <w:rPr>
          <w:sz w:val="28"/>
          <w:szCs w:val="28"/>
        </w:rPr>
      </w:pPr>
      <w:r>
        <w:rPr>
          <w:sz w:val="28"/>
          <w:szCs w:val="28"/>
        </w:rPr>
        <w:t>к решению С</w:t>
      </w:r>
      <w:r w:rsidRPr="00741EE7">
        <w:rPr>
          <w:sz w:val="28"/>
          <w:szCs w:val="28"/>
        </w:rPr>
        <w:t>овета</w:t>
      </w:r>
    </w:p>
    <w:p w:rsidR="00771529" w:rsidRDefault="00771529" w:rsidP="00615AD0">
      <w:pPr>
        <w:ind w:left="10620" w:right="-6"/>
        <w:rPr>
          <w:sz w:val="28"/>
          <w:szCs w:val="28"/>
        </w:rPr>
      </w:pPr>
      <w:r w:rsidRPr="00741EE7">
        <w:rPr>
          <w:sz w:val="28"/>
          <w:szCs w:val="28"/>
        </w:rPr>
        <w:t>муниципального образования</w:t>
      </w:r>
    </w:p>
    <w:p w:rsidR="00771529" w:rsidRDefault="00771529" w:rsidP="00615AD0">
      <w:pPr>
        <w:ind w:left="10620" w:right="-6"/>
        <w:rPr>
          <w:sz w:val="28"/>
          <w:szCs w:val="28"/>
        </w:rPr>
      </w:pPr>
      <w:r w:rsidRPr="00741EE7">
        <w:rPr>
          <w:sz w:val="28"/>
          <w:szCs w:val="28"/>
        </w:rPr>
        <w:t>Усть-Лабинский район</w:t>
      </w:r>
    </w:p>
    <w:p w:rsidR="00771529" w:rsidRDefault="00771529" w:rsidP="00615AD0">
      <w:pPr>
        <w:ind w:left="10620" w:right="-6"/>
        <w:rPr>
          <w:sz w:val="28"/>
          <w:szCs w:val="28"/>
        </w:rPr>
      </w:pPr>
      <w:r w:rsidRPr="00741EE7">
        <w:rPr>
          <w:sz w:val="28"/>
          <w:szCs w:val="28"/>
        </w:rPr>
        <w:t xml:space="preserve">от </w:t>
      </w:r>
      <w:r>
        <w:rPr>
          <w:sz w:val="28"/>
          <w:szCs w:val="28"/>
        </w:rPr>
        <w:t>28 февраля</w:t>
      </w:r>
      <w:r w:rsidRPr="00741EE7">
        <w:rPr>
          <w:sz w:val="28"/>
          <w:szCs w:val="28"/>
        </w:rPr>
        <w:t xml:space="preserve"> № </w:t>
      </w:r>
      <w:r>
        <w:rPr>
          <w:sz w:val="28"/>
          <w:szCs w:val="28"/>
        </w:rPr>
        <w:t>13</w:t>
      </w:r>
    </w:p>
    <w:p w:rsidR="00771529" w:rsidRDefault="00771529" w:rsidP="00615AD0">
      <w:pPr>
        <w:ind w:left="10620"/>
        <w:rPr>
          <w:sz w:val="28"/>
          <w:szCs w:val="28"/>
        </w:rPr>
      </w:pPr>
      <w:r>
        <w:rPr>
          <w:sz w:val="28"/>
          <w:szCs w:val="28"/>
        </w:rPr>
        <w:t>протокол № 47</w:t>
      </w:r>
    </w:p>
    <w:p w:rsidR="00771529" w:rsidRDefault="00771529" w:rsidP="00615AD0">
      <w:pPr>
        <w:jc w:val="center"/>
        <w:rPr>
          <w:sz w:val="28"/>
          <w:szCs w:val="28"/>
        </w:rPr>
      </w:pPr>
    </w:p>
    <w:p w:rsidR="00771529" w:rsidRDefault="00771529" w:rsidP="00F21F28">
      <w:pPr>
        <w:jc w:val="center"/>
        <w:rPr>
          <w:b/>
          <w:sz w:val="28"/>
          <w:szCs w:val="28"/>
        </w:rPr>
      </w:pPr>
      <w:r w:rsidRPr="00AF0BEB">
        <w:rPr>
          <w:b/>
          <w:sz w:val="28"/>
          <w:szCs w:val="28"/>
        </w:rPr>
        <w:t>План проведения проверок физических лиц  на 2018 год.</w:t>
      </w:r>
    </w:p>
    <w:p w:rsidR="00771529" w:rsidRDefault="00771529" w:rsidP="00F21F28">
      <w:pPr>
        <w:jc w:val="center"/>
        <w:rPr>
          <w:b/>
          <w:sz w:val="28"/>
          <w:szCs w:val="28"/>
        </w:rPr>
      </w:pPr>
    </w:p>
    <w:tbl>
      <w:tblPr>
        <w:tblW w:w="15182" w:type="dxa"/>
        <w:tblInd w:w="93" w:type="dxa"/>
        <w:tblLayout w:type="fixed"/>
        <w:tblLook w:val="00A0"/>
      </w:tblPr>
      <w:tblGrid>
        <w:gridCol w:w="1008"/>
        <w:gridCol w:w="1417"/>
        <w:gridCol w:w="2396"/>
        <w:gridCol w:w="1998"/>
        <w:gridCol w:w="2251"/>
        <w:gridCol w:w="1151"/>
        <w:gridCol w:w="1697"/>
        <w:gridCol w:w="1535"/>
        <w:gridCol w:w="1729"/>
      </w:tblGrid>
      <w:tr w:rsidR="00771529" w:rsidRPr="001B7B11" w:rsidTr="00DC2520">
        <w:trPr>
          <w:trHeight w:val="134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B7B11">
              <w:rPr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п/п</w:t>
            </w:r>
            <w:r w:rsidRPr="001B7B11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B7B11">
              <w:rPr>
                <w:b/>
                <w:bCs/>
                <w:color w:val="000000"/>
                <w:sz w:val="22"/>
                <w:szCs w:val="22"/>
                <w:lang w:eastAsia="ru-RU"/>
              </w:rPr>
              <w:t>месяц проведения проверки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B7B11">
              <w:rPr>
                <w:b/>
                <w:bCs/>
                <w:color w:val="000000"/>
                <w:sz w:val="22"/>
                <w:szCs w:val="22"/>
                <w:lang w:eastAsia="ru-RU"/>
              </w:rPr>
              <w:t>ФИО                 землепользователя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B7B11">
              <w:rPr>
                <w:b/>
                <w:bCs/>
                <w:color w:val="000000"/>
                <w:sz w:val="22"/>
                <w:szCs w:val="22"/>
                <w:lang w:eastAsia="ru-RU"/>
              </w:rPr>
              <w:t>адрес проверяемого участка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B7B11">
              <w:rPr>
                <w:b/>
                <w:bCs/>
                <w:color w:val="000000"/>
                <w:sz w:val="22"/>
                <w:szCs w:val="22"/>
                <w:lang w:eastAsia="ru-RU"/>
              </w:rPr>
              <w:t>кадастровый номер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DC2520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B7B11">
              <w:rPr>
                <w:b/>
                <w:bCs/>
                <w:color w:val="000000"/>
                <w:sz w:val="22"/>
                <w:szCs w:val="22"/>
                <w:lang w:eastAsia="ru-RU"/>
              </w:rPr>
              <w:t>площадькв.м.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B7B11">
              <w:rPr>
                <w:b/>
                <w:bCs/>
                <w:color w:val="000000"/>
                <w:sz w:val="22"/>
                <w:szCs w:val="22"/>
                <w:lang w:eastAsia="ru-RU"/>
              </w:rPr>
              <w:t>цель и основание проверки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B7B11">
              <w:rPr>
                <w:b/>
                <w:bCs/>
                <w:color w:val="000000"/>
                <w:sz w:val="22"/>
                <w:szCs w:val="22"/>
                <w:lang w:eastAsia="ru-RU"/>
              </w:rPr>
              <w:t>ФИО ответственного специалиста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B7B11">
              <w:rPr>
                <w:b/>
                <w:bCs/>
                <w:color w:val="000000"/>
                <w:sz w:val="22"/>
                <w:szCs w:val="22"/>
                <w:lang w:eastAsia="ru-RU"/>
              </w:rPr>
              <w:t>вид проверки</w:t>
            </w:r>
          </w:p>
        </w:tc>
      </w:tr>
      <w:tr w:rsidR="00771529" w:rsidRPr="001B7B11" w:rsidTr="00DC2520">
        <w:trPr>
          <w:trHeight w:val="13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Немченко Татьяна Алексеевна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х. Братский,                                          пер. Больничный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23:35:1210002:506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1589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Алешин Иван Сергеевич, Арустамян Гарик Вазгенович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ст. Ладожская,                                      ул. Мира, 11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23:35:1002002:50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1645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814724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Зорихина Нина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ст. Ладожская,                             пер. Центральный, 11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23:35:1006003:10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219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814724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Екель Владимир Александрович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ст. Ладожская, ул. Шоссейная, 9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814724" w:rsidRDefault="00771529" w:rsidP="001B7B11">
            <w:pPr>
              <w:jc w:val="center"/>
              <w:rPr>
                <w:lang w:eastAsia="ru-RU"/>
              </w:rPr>
            </w:pPr>
            <w:r w:rsidRPr="00814724">
              <w:rPr>
                <w:sz w:val="22"/>
                <w:szCs w:val="22"/>
                <w:lang w:eastAsia="ru-RU"/>
              </w:rPr>
              <w:t>кадастровый номер не установлен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814724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Позднякова Галина Гавриловна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ст. Ладожская, ул. Шоссейная, 9 кв.2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814724" w:rsidRDefault="00771529" w:rsidP="001B7B11">
            <w:pPr>
              <w:jc w:val="center"/>
              <w:rPr>
                <w:lang w:eastAsia="ru-RU"/>
              </w:rPr>
            </w:pPr>
            <w:r w:rsidRPr="00814724">
              <w:rPr>
                <w:sz w:val="22"/>
                <w:szCs w:val="22"/>
                <w:lang w:eastAsia="ru-RU"/>
              </w:rPr>
              <w:t>кадастровый номер не установлен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814724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Любицкая Валентина Александровна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ст. Ладожская, ул. Шоссейная, 9 кв.2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814724" w:rsidRDefault="00771529" w:rsidP="001B7B11">
            <w:pPr>
              <w:jc w:val="center"/>
              <w:rPr>
                <w:lang w:eastAsia="ru-RU"/>
              </w:rPr>
            </w:pPr>
            <w:r w:rsidRPr="00814724">
              <w:rPr>
                <w:sz w:val="22"/>
                <w:szCs w:val="22"/>
                <w:lang w:eastAsia="ru-RU"/>
              </w:rPr>
              <w:t>кадастровый номер не установлен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814724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Ларина Татьяна Викторовна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ст. Ладожская, ул. Шоссейная, 9 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814724" w:rsidRDefault="00771529" w:rsidP="001B7B11">
            <w:pPr>
              <w:jc w:val="center"/>
              <w:rPr>
                <w:lang w:eastAsia="ru-RU"/>
              </w:rPr>
            </w:pPr>
            <w:r w:rsidRPr="00814724">
              <w:rPr>
                <w:sz w:val="22"/>
                <w:szCs w:val="22"/>
                <w:lang w:eastAsia="ru-RU"/>
              </w:rPr>
              <w:t>кадастровый номер не установлен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1200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814724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Калиниченко Валентина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ст. Ладожская, ул. Шоссейная, 9 кв.1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814724" w:rsidRDefault="00771529" w:rsidP="001B7B11">
            <w:pPr>
              <w:jc w:val="center"/>
              <w:rPr>
                <w:lang w:eastAsia="ru-RU"/>
              </w:rPr>
            </w:pPr>
            <w:r w:rsidRPr="00814724">
              <w:rPr>
                <w:sz w:val="22"/>
                <w:szCs w:val="22"/>
                <w:lang w:eastAsia="ru-RU"/>
              </w:rPr>
              <w:t>кадастровый номер не установлен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814724">
        <w:trPr>
          <w:trHeight w:val="276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Лиманский Василий Александрович, Снигур Татьяна Александровна, Лиманская Ольга Васильевна,  Лиманская Ольга Васильевна, Лиманская Надежда Ильинична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ст. Ладожская, ул. Шоссейная, 9 Д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814724" w:rsidRDefault="00771529" w:rsidP="001B7B11">
            <w:pPr>
              <w:jc w:val="center"/>
              <w:rPr>
                <w:lang w:eastAsia="ru-RU"/>
              </w:rPr>
            </w:pPr>
            <w:r w:rsidRPr="00814724">
              <w:rPr>
                <w:sz w:val="22"/>
                <w:szCs w:val="22"/>
                <w:lang w:eastAsia="ru-RU"/>
              </w:rPr>
              <w:t>кадастровый номер не установлен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1500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814724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Дуреева Валентина Анатольевна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ст. Ладожская, ул. Шоссейная, 9 кв.2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814724" w:rsidRDefault="00771529" w:rsidP="001B7B11">
            <w:pPr>
              <w:jc w:val="center"/>
              <w:rPr>
                <w:lang w:eastAsia="ru-RU"/>
              </w:rPr>
            </w:pPr>
            <w:r w:rsidRPr="00814724">
              <w:rPr>
                <w:sz w:val="22"/>
                <w:szCs w:val="22"/>
                <w:lang w:eastAsia="ru-RU"/>
              </w:rPr>
              <w:t>кадастровый номер не установлен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814724">
        <w:trPr>
          <w:trHeight w:val="110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Шпак Александра Афанасьевна,  Емельянова Тамара Петровна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 xml:space="preserve">ст. Ладожская, ул. Шоссейная, </w:t>
            </w:r>
            <w:smartTag w:uri="urn:schemas-microsoft-com:office:smarttags" w:element="metricconverter">
              <w:smartTagPr>
                <w:attr w:name="ProductID" w:val="9 Г"/>
              </w:smartTagPr>
              <w:r w:rsidRPr="001B7B11">
                <w:rPr>
                  <w:color w:val="000000"/>
                  <w:sz w:val="22"/>
                  <w:szCs w:val="22"/>
                  <w:lang w:eastAsia="ru-RU"/>
                </w:rPr>
                <w:t>9 Г</w:t>
              </w:r>
            </w:smartTag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814724" w:rsidRDefault="00771529" w:rsidP="001B7B11">
            <w:pPr>
              <w:jc w:val="center"/>
              <w:rPr>
                <w:lang w:eastAsia="ru-RU"/>
              </w:rPr>
            </w:pPr>
            <w:r w:rsidRPr="00814724">
              <w:rPr>
                <w:sz w:val="22"/>
                <w:szCs w:val="22"/>
                <w:lang w:eastAsia="ru-RU"/>
              </w:rPr>
              <w:t>кадастровый номер не установлен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1500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220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Назаренко Галина Викторовна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р-н Усть-Лабинский, х. Александровский, ул. Воронина, 18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23:35:1122002:19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1B7B11" w:rsidRDefault="00771529" w:rsidP="001B7B11">
            <w:pPr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  <w:r w:rsidRPr="001B7B11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3297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193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Кузнецов Петр Кириллович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р-н Усть-Лабинский, ст-ца Ладожская, ул. Мира, 41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23:35:1005002:53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1612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Ляшенко Надежда Анатольевна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ст. Ладожская, ул. Степная, 32 Б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23:35:1002002:170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1089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Гонтарева Елена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р-н, ст-ца Ладожская, ул. Выгонная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23:35:1002003:309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998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1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Татарко Александр Николаевич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Усть-Лабинский р-н, ст-ца Ладожская, ул Коншиных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23:35:1006004:159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11310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1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Дадашева Ирина Сеймуровна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ст-ца Ладожская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23:35:1006004:347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1128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Поздняков Евгений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ст-ца Ладожская, пер Мира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23:35:1006007:634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13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Лызько Галина Петровна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br/>
              <w:t>Краснодарский край, р-н Усть-Лабинский, ст-ца Ладожская, ул. Театральная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23:35:1009001:381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1695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Решетняк Александр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Александровское с/п, х. Неелинский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23:35:1101001:162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26005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110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Слугинова Екатерина Александровна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в границах х.Неелинского Александровского сельского поселения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23:35:1101001:324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28000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110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Решетняк Александр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в границах Александровского сельского поселения, х Неелинский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23:35:1102002:216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3867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110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Кузьминов Юрий Иванович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в границах Александровского сельского поселения, х.Финогеновский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23:35:1102002:252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11799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Лебедюк Любовь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р-н, х. Красный, ул. Красная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23:35:1106001:454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545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1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Савенко Галина Александровна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х Согласный, ул Мира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23:35:1115001:350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2243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110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Волынков Владимир Николаевич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в границах Братского сельского поселения, х. Саратовский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23:35:1230002:58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Гасанов Ширван Шаир-оглы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Калининский, ул. Кубанская, 23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23:35:1235003:165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Шаптала Александр Александрович, Асланян Василий Михайлович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 Двубратский, ул. Садовая, 19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23:35:0702001:244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Ильин Валентин Павлович, Ильин Павел Валентинович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 Двубратский, ул. Садовая, 26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23:35:0702001:239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1024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Завгородняя Елена Леонидовна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 Двубратский, ул. Садовая, 8А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23:35:0702001:116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1473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Дюжева Валентина Гавриловна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 Двубратский, ул. Садовая, 19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23:35:0702001:134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Толстолуцкая Татьяна Викторовна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 Двубратский, ул. Садовая, 21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23:35:0702001:142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987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Дегтярев Владимир Валентинович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Усть-Лабинский район, п. Двубратский, ул. Садовая, 14 "Г"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23:35:0702001:228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1025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Ляшенко Инна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 Двубратский, ул. Садовая, 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23:35:0702001:117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Лимарева Галина Петровна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 Двубратский, ул. Садовая, участок 1/1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23:35:0702001:10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Схаплок Заур Хазретович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отс Двубратский, ул Садовая, д 1/1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23:35:0702001:197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Ложников Игорь Петрович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 Двубратский, ул. Садовая, 3 "Г"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23:35:0702001:233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939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Захаров Михаил Пантелеевич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 Двубратский, ул. Садовая, 16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23:35:0702001:132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1036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Шелкунов Юрий Петрович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п.Двубратский, ул. Садовая, 1Г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23:35:0702001:232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Миляев Алексей Павлович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 Вимовец, ул. Кубанская, участок 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23:35:0803001:2168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Соловьев Алексей Иванович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п. Вимовец, ул. Кубанская, участок 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23:35:0803001:2170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март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Калпина Наталья Андреевна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Усть-Лабинский,Вимовское сельское поселение, п. Южный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23:35:0805001:194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2477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Пескова Татьяна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Усть-Лабинский р-н, г Усть-Лабинск, ул Терская, д. 31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23:35:0548007:16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798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Мусаелян Нина Альбертовна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Уральская, 19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680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Котеленцев Сергей Анатольевич, Кашникова Оксана Анатольевна,Кокорина Инэсса Анатольевна, Котеленцева Маргарита Анатольевна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Крепостная, 51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23:35:0528010:10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Трусевич Виктория Александровна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Коммунистическая, 245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23:35:0530006:16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Абрамян Раи Ефремовна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Дальняя, 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736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Беликова Олеся Александровна, Железнов Игорь Александрович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Тургенива, 135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23:35:0526017:57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Перепадин Григорий Викторович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Ободовского, 402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23:35:0551009:53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Долгов Юрий Викторович, Романова Ирина Викторовна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Виноградная, 23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23:35:0551007:9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993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Долгов Юрий Викторович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Красноармейская, участок 81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23:35:0551006:34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982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Квиткин Дмитрий Валерьевич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квартал 304, участок 134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23:35:0551009:65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1051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Герасименко Юрий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Крымская, 12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23:35:0548003:24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Мальков Василий Сергеевич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Азовская, 132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23:35:0549006:73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682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Афанасьев Олег Юрьевич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Азовская, 130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23:35:0549006:74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682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Стебловская Кристина Александровна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Усть-Лабинский р-н, г. Усть-Лабинск, ул. Азовская, 128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23:35:0549006:72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683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ул. Ватутина, 15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23:35:0508008:16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7329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Алексанян Наира Мартиновна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9 проезд, 17 участок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23:35:0549006:30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1020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Соколова Юлия Викторовна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8 проезд, 42 участок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993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Гадзаов Игорь Викторович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302 квартал, 34 участок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Тосунян Мариам Ашотовна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8 проезд, 94 участок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23:35:0549005:144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Симонян Елена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8 проезд, 80 участок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616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КозбаненкоТатьяна Олеговна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8 проезд, 78 участок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23:35:0549005:147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735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Геворкян Люси Левиковна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8 проезд, 76 участок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23:35:0549005:155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Сильченко Анжела Викторовна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    8 проезд, 24 участок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Бауэр Артем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12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Жахпаров Абдулпаттах Алиханович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14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Павленко Владимир Павлович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16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Самойлов Андрей Федорович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18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Кириченко Татьяна Федоровна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20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679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Ярова Людмила Ивановна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26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Сафронов Владимир Александрович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28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Тараников Андрей Викторович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30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Лямина Анна Алексеевна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34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Трикиди Манолис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36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23:35:0548006:3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Цертий Сергей Станиславович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38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23:35:0548006:21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Коробова Наталья Алексеевна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44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23:35:0548006:11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Михайличенко Вячеслав Анатольевич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46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23:35:0548006:12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Амоева Ханымзар Амуевна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48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23:35:0548006:13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Полгуева Елена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50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23:35:0548006:14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Поляков Анатолий Ильич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52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23:35:0548006:15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726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Дьяков Денис Васильевич Дьяуова Наталья Сергеевна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58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23:35:0548006:4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754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апрель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Абдуллаева Гюлизар                                     Салах-Кзы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50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23:35:0548006:17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751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Шипулина Вера Петровна, Иванов Григорий Алексеевич, Казаченко Парижан Русланович, Казаченко Никита Русланович, Казаченко Роза Васильевна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кв. 302, 4 проезд, уч. 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23:35:0549002:26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Борзенков Евгений Александрович, Бурдым Денис Андреевич, Бурдым Алёна Федоровна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4 проезд, 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23:35:0549002:38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Пачева Надежда Ивановна, Кладько Денис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4 проезд, участок 12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Захаров Федор Иванович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   4 проезд, участок 13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1016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Андрющенко Лилия Сергеевна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                              4 проезд, 18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Чубукин Василий Иванович, Щелочева Ольга Леонидовна, Щелочев Олег Вячеславович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                            4 проезд, участок 19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Игнатов  Сергей Алексеевич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                           5 проезд, 27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Капустина Светлана Григорьевна, Капустин Виктор Иванович, Капустина Ирина Михайловна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кв. 302, линия 6, участок 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Филиппова Анастасия Валерьевна, Филиппов Валерий Федорович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                            6 проезд, 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Кононенко Раиса Егоровна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  6 проезд, участок 16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Савченко Максим Сергеевич, Прищ Григорий Владимирович, Соколанова Людмила Ивановна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6 проезд, участок 24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Жданов Сергей Иванович,  Жданов Виталий Сергеевич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ул. 6 проезд, уч. 26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Ляшенко Вера Витальевна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6 проезд, участок 26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Фоменко Мария Васильевна, Попонина Татьяна Александровна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6 проезд, квартал 302, участок 27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Дукин Сергей Владимирович, Тыртышная Светлана Витальевна, Тыртышный Артем Викторович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 квартал 302, 6-проез,  участок 28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Кузуберда Валентина Алексеевна, Ляшенко Вера Витальевна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                    6 проезд, участок 28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Полевая Ирина Александровна, Царев Юрий Максимович, Соседко Анатолий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проезд 6, участок 29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Коломиец Галина Викторовна, Свистунов Дмитрий Юрьевич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                          6 проезд, участок 31А, квартал 302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Голоколенов Алексей Геннадьевич, Тесленко Наталья Алексеевна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участок  № 32, 6 проезд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Василовский Сергей Григорьевич, Нестеренко Юлия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6 проезд, участок 35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23:35:0549004:118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Кошелева Татьяна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ул. 6 проезд, уч. 36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23:35:0549004:108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Казарезова Александра Александровна, Гома Дмитрий Дмитриевич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кв.302 , 6 проезд, уч. 37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23:35:0549004:119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Хмарская Ирина Анатольевна, Котоманов Владимир Федорович, Журавель Зинаида Ивановна, Лисун Ирина Анатольевна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кв. 302, 6 проезд, 39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Головин Алексей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кв. 302, 6 проезд, уч. 41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Хайдар Инна Валентиновна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квартал 302, 7 проезд, участок 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Лазариди Янис Николаевич, Филенко Дмитрий Валерьевич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7 проезд, участок 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Топор Анна Сергеевна, Горошенко Вячеслав Игоревич, Руденко Владимир Сергеевич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7 проезд, участок 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Выткалова Наталья Васильевна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7 проезд, квартал № 302, участок №4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Калашник Ольга Дмитриевна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7 проезд, участок 5, квартал 302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май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Петриченко Зоя Викторовна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7 проезд, участок 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Пушенко Вячеслав Константинович, Воинов Валерий Владимирович, Скачков Евгений Сергеевич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7 проезд, участок 11А, квартал № 302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23:35:0549004:71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Бойко Виталий Александрович,  Патапенко Александр Викторович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7 проезд, уч. 12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969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Евтушенко Виктор Петрович, Шеховцова Елена Владимировна,  Шумской Максим Алексеевич, Шумский Иван Максимович, Шумская Лилия Геннадьевна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квартал 302, 7 проезд уч. 14-а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Куликов Сергей Григорьевич,  Шалашникова Светлана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7 проезд, уч. 15а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1152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Горбушин Андрей Валерьевич, Мальков Василий Сергеевич, Щербина Максим Сергеевич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7 проезд, участок 19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Дмитриева Марина Викторовна, Ендовицкий Станислав Игоревич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КВ.302 7 проезд, 19/А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Ярматов Тургунали Сидикович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7 проезд, 20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Сахнов Дмитрий Викторович,  Сахнова Наталья Юрьевна, Сахнов Матвей Дмитриевич, Сахнов Владислав Дмитриевич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квартал 302, 7 проезд, участок 21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Мальгин Андрей Викторович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7 проезд, 21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Сахнов Виктор Сергеевич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7 проезд, уч. 22, кв. 302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Морозова Светлана Викторовна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7 проезд, участок 23, кв. 302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992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Гос. собственность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7 проезд, участок 23 А, квартал 302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Капустянова Татьяна Михайловна, Дзлиеришвили Михаил Юрьевич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квартал 302, 7 проезд, участок №25а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1017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Чиркин Николай Александрович, Аверкиев Алексей Николаевич, Чиркина Зоя Анатольевна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7-й проезд, уч. №27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991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Лямина Анна Алексеевна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7 проезд, участок 26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Топор Анна Сергеевна, Лазариди Светлана Александровна, Гнедаш Ирина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Усть-Лабинск,кв.302, 7 проезд, участок 28А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23:35:0549004:38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Пампушко Татьяна Алексеевна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кв. 302, 7 проезд, участок №29-а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23:35:0549004:116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Манина Людмила Андреевна, Курочкина Ирина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7 проезд, уч. 31 А, кв. 302.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997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Гос. собственность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7 проезд-й, участок 34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997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Гетман Николай Николаевич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7 проезд в квартале 302 участок 34а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23:35:0549004:163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Крумм Александр Петрович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ул. 7 проезд, участок 40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Киреечева Елена Евгеньевна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участок № 43, по ул. 7 проезд в кв. 302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Гунина Юлия Алексеевна, Костик Елена Александровна, Конев Алексей Геннадьевич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квартал 302, 7 проезд,участок № 44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Алешин Юрий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квартал 302, участок 17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998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Масловский Юрий Иванович, Алиев Мустафа Бари Оглы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Азовская, 68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Надточий Т. С.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24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Стадник Л.В.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ул. Дальняя, 24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23:35:0548001:28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Лупещенко Сергей Андреевич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г. Усть-Лабинск, кв. 302, 5 проезд, уч. 21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1024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Брыкина Л.А.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г. Усть-Лабинск, кв. 302, 5 проезд, уч.22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июнь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Мацан Н.Д.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г. Усть-Лабинск, кв. 302,  5 проезд, уч. 23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Соломатина Ирина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г. Усть-Лабинск, кв. 302, 5 проезд, уч. 24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Ломочинский Александр Петрович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г. Усть-Лабинск, кв. 302,  5 проезд, уч. 25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Попиков Николай Геннадьевич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г. Усть-Лабинск, кв. 302, 5 проезд, уч. 26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Чебыкин Николай Александрович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г. Усть-Лабинск, кв. 302, 5 проезд, уч. 28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23:35:0549005:39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Сыроваткин Дмитрий Александрович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г. Усть-Лабинск, кв. 302,  6 проезд, уч. 17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23:35:0549001:41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Мицевич Андрей Николаевич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г. Усть-Лабинск, кв. 302, 6 проезд, уч. 29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Горбатенко Ольга Юрьевна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6 проезд, уч. 38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23:35:0549004:109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Артамохин Евгений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7 проезд, уч. 13А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Федяев Михаил Миронович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г. Усть-Лабинск, участок 45, квартал 302, ул. 8  проезд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Сахнов Виктор Сергеевич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  7 проезд, уч. 22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Акимов Игорь Павлович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7 проезд, уч. 35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Андреев С. Я.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 7 проезд, уч. 37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Криничная Елена Дмитриевна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7 проезд, уч. 33А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Кузменко Л. В.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кв. 302, 7 проезд, уч. 30А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23:35:0549004:85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Шевченко Наталья Евгеньевна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г. Усть-Лабинск,                                ул. Красноармейская, 97Г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23:35:0551009:25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Замчий Светлана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г. Усть-Лабинск, ул. Молодежная, 167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23:35:0527001:37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310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Акшинцев Сергей Викторович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с. Суворовское, ул. Чапаева, 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23:35:0105002:62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3913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Бояринова Анна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г. Усть-Лабинск, ул. Лиственная, 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23:35:0000000:978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677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Бабаян Гезаль Ануньевна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г. Усть-Лабинск, ул. Лиственная, 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23:35:0000000:979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Муртазалиева Разият Исрапиловна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г. Усть-Лабинск, ул. Лиственная, 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23:35:0000000:980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Петросян Лаврик Юрьевич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г. Усть-Лабинск, ул. Лиственная, 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23:35:0000000:981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Череповская Елена Кирсановна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г. Усть-Лабинск, ул. Лиственная, 11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23:35:0000000:982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Степанова Тамара Валерьевна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г. Усть-Лабинск, ул. Лиственная, 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23:35:0000000:983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Свистун Сергей Николаевич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г Усть-Лабинск, ул Шаумяна, д 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23:35:0505016:396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2064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Васильева Тамара Савельевна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г. Усть-Лабинск, ул. Заполотняная, 15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23:35:0505016:402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11626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Саакян Шушаник Суреновна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Российская Федерация, Краснодарский край, Усть-Лабинский район, г. Усть-Лабинск, ул. Объездная, 12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23:35:0508016:24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20000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Родионов Владимир Валентинович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г/п Усть-Лабинское, г. Усть-Лабинск, прилегающий к земельному участку ул. Ленинградская, 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23:35:0516005:104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747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Машнев Анатолий Олегович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г. Усть-Лабинск, общество "Чмирево", участок 15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23:35:0541001:365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Мартынец Александр Сергеевич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г. Усть-Лабинск, проезд Оранжевый, 19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23:35:0541002:231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июль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Машнев Анатолий Олегович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г/п Усть-Лабинское, г. Усть-Лабинск, общество "Эфирник"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23:35:0541002:353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476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Поздняков Евгений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г. Усть-Лабинск, общество "Эфирник", участок 77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23:35:0541002:50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Кузьменко Наталья Петровна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г. Усть-Лабинск, ОБ."МЕХАНИЗАТОР", участок 183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23:35:0541003:400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476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Поздняков Евгений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г. Усть-Лабинск, Об. "Механизатор", участок 158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23:35:0541003:466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565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Киш Галина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р-н, г Усть-Лабинск, ул Азовская, участок 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23:35:0548007:22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866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Донченко Тамара Федоровна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Российская Федерация, Краснодарский край, Усть-Лабинский район, г. Усть-Лабинск, ул. Лиственная, 14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23:35:0548008:11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Габриелян Асмик Гамлетовна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Российская Федерация, Краснодарский край, Усть-Лабинский район, г. Усть-Лабинск, ул. Лиственная, 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23:35:0548008:13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Борисова Юлия Александровна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г.Усть-Лабинск, ул.Янтарная, 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23:35:0548008:3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Костенко Виктория Игоревна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Краснодарский край, Усть-Лабинский район, г. Усть-Лабинск, ул.Янтарная, 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23:35:0548008:4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Воропаева Елена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г. Усть-Лабинск, ул. Лиственная, 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23:35:0548008:5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Щукина Ирина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г. Усть-Лабинск, ул. Янтарная, 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23:35:0548008:6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664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Беляева Мария Сергеевна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г. Усть-Лабинск, ул. Лиственная, 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23:35:0548008:7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Шаталова Татьяна Алексеевна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Краснодарский край, Усть-Лабинский район, г. Усть-Лабинск, ул. Лиственная, 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23:35:0548008:8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Злыденко Денис Сергеевич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Краснодарский край, Усть-Лабинский район, г. Усть-Лабинск, ул.Лиственная, 18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23:35:0548008:9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622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Шумов Андрей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г. Усть-Лабинск, прилегающий к земельному участку ул.Победы,50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23:35:0548014:70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Пилипченко Ольга Александровна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Восточная часть г. Усть-Лабинска, (уч. 52, секция 13)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23:35:0550003:10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1482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Тэбырцэ Надежда Семеновна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г. Усть-Лабинск, ул. Карла Маркса, 312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23:35:0550014:33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Мальцев Павел Александрович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г. Усть-Лабинск, ул. Заполотняная, 3 В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23:35:0505001:17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Дорошенко Юрий Михайлович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г. Усть-Лабинск, ул. Заполотняная, 3 Б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23:35:0505001:18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910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Кваша Алексей Андреевич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Усть-Лабинский р-н, г Усть-Лабинск, ул Заполотняная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23:35:0505005:81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Савран Роберт Юрьевич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г Усть-Лабинск, ул Заполотняная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23:35:0505016:393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Кулахсзян Мариам Айказовна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г. Усть-Лабинск, ул. Лабинская, 13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23:35:0506004:146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Симонов Вячеслав  Михайлович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г Усть-Лабинск, ул Заполотняная, д 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23:35:0509001:84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349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Протопопов Андрей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Российская Федерация, Краснодарский край, Усть-Лабинский район, г.Усть-Лабинск, ул. Агаркова, 1А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23:35:0531014:47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698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август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Протопопова Валентина Алексеевна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Краснодарский край, Усть-Лабинский район, г.Усть-Лабинск, ул. Уральская, 2Б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23:35:0548007:15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Атоян Станислав Герасимович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Восточная,                                        ул. Дружбы, 73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2242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Гашев Андрей Викторович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Воронежская,                                   ул. Красная, 138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23:35:0312001:746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576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Бондарев Петр Федорович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Восточная,                                        ул. Садовая, 47А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23:35:0605001:366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1645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Юлчиева В.П.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Восточная,                                 ул. Советская, 40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23:35:0605001:113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3500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Гнездилов Н.П.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Восточная,                                    ул. Советская, 3Б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23:35:0605001:762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1100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государственная собственность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Восточная,                               ул. Северная, 9Г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23:35:0605001:757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Абдулаев К.А.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Восточная,                                         ул. Садовая, 158Б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23:35:0605001:754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государственная собственность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Восточная,                                                ул. Садовая, 73А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23:35:0605001:753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750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государственная собственность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Восточная,                                                ул. Садовая, 63А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23:35:0605001:752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государственная собственность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Восточная,                                                ул. Почтовая, 4В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23:35:0605001:750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государственная собственность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Восточная,                                                ул. Школьная, 32А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23:35:0605001:766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Никритина Лариса Геннадьевна, Ржавин Максим Геннадьевич, Гаирбекова Ирина Сергеевна, Ржавина Мария Викторовна, Ржавина Надежда Геннадьевна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ст. Ново-Лабинская, ул. Коломийцева, 58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23:35:1410001:205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2079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Сузова Екатерина Самойловна, Броян Ашот Джаникович, Манукьянц Мелкон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ст-ца Восточная, ул. Советская, 94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1784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Суровенная Альбина Юриковна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р-н Усть-Лабинский, ст-ца Восточная, ул. Советская, 80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23:35:0605001:562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2527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Толкачева Светлана Станиславовна, Толкачева Светлана Станиславовна, Калугин Андрей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р-н Усть-Лабинский, ст-ца Восточная, ул. Школьная, 24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23:35:0605001:666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1292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Погосян Сусанна Сергеевна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ст-ца Восточная, ул. Школьная, 24-б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426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Левина Валентина Николаевна, Ткаченко Екатерина Ивановна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ст-ца Восточная, ул. Школьная, 23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23:35:0605001:1408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1238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Нерсесян Оганес Геворкович, Хандушян Гоарик Амбарцумовна, Нерсесян Геворг Оганесович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ст-ца Восточная, ул. Красная, 4 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23:35:0605002:449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2478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Латышева Евгения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ст-ца Восточная, ул Северная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23:35:0605001:1484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1097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Пискун Роман Станиславович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с/п Восточное, ст-ца Восточная, ул. Шаумяна, 22А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23:35:0605001:764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1098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Пискун Роман Станиславович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с/п Восточное, ст-ца Восточная, ул. Шаумяна 22Б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23:35:0605001:765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1411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Унанян Кристина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в границах Восточного сельского поселения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23:35:0605002:752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Унанян Кристина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в границах Восточного сельского поселения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23:35:0605002:753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Унанян Кристина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в границах Восточного сельского поселения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23:35:0605002:754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Кобина Елена Анатольевна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х. Безлесный, ул. Ухтинская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23:35:0903001:836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14999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сентябрь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Романова Татьяна Викторовна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ст-ца Новолабинская, ул Октябрьская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23:35:1402002:668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1945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Сергеев Михаил Николаевич, Кудинова Вера Васильевна,  Кудинов Александр Герасимович, Кудинов Михаил Герасимович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Кирпильская,                                        ул. Советская, 252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23:35:0402003:34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5559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Старчик Сергей Андреевич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Кирпильская,  ул. Первомайская, 102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23:35:0403001:540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Серов Илья Евдокимович, Ряховская Виктория Владимировна, Марушко Анна Васильевна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Кирпильская,                            ул. Советская, 206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23:35:0402003:137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5600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Алехин Николай Митрофанович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                                                    с. Суворовское, ул. Ленина, 29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23:35:0105004:145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3521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Гутманов Игорь Анатольевич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р-н Усть-Лабинский, ст-ца Кирпильская, ул. Коммунаров, 40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23:35:0404010:816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1460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Расцветаева Раиса Тарасовна, Пономарёв Валерий Николаевич, Расцветаев Николай Романович, Кузенко Любовь Романовна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ст-ца Кирпильская, ул. Советская, 35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23:35:0404010:678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1495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Соломка Ольга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р-н Усть-Лабинский, с. Суворовское, ул. Набережная, 57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23:35:0105004:219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Вороновский Антон Анатольевич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в границах Кирпильского сельского поселения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23:35:0000000:1212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5313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Мирземагомедов Альберт Мусамудинович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с. Суворовское, ул. Чапаева, 9А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23:35:0105002:354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1956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Осадченко Александр Александрович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в границах Кирпильского сельского поселения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 xml:space="preserve"> 23:35:0401000:252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9707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Бондарев Алексей Михайлович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ст-ца Кирпильская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23:35:0401001:143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13635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Сальков Михаил Алексеевич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с/п Кирпильское, ст-ца Кирпильская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23:35:0401001:144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15815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Гриценко Мария Ивановна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ст-ца Кирпильская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23:35:0402001:308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7619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Мелетян Ирина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ст. Кирпильская, улица Степная, 199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23:35:0404004:318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2615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Щербинина Нина Михайловна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Кирпильское с/п, ст. Кирпильская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23:35:0404009:50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4444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Виргильева Надежда Андреевна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ст-ца Кирпильская, ул Советская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23:35:0404010:1574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376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Чикулова Анна Владимировна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р-н, ст-ца Кирпильская, ул. Пушкина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23:35:0407003:1237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1636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Логачева Наталья Александровна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ст-ца Кирпильская, ул. Горького, 23 "А"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23:35:0402001:143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1047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Мальцева Ольга Анваровна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ст-ца Кирпильская, ул. Угловая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23:35:0402003:320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3000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Чумак Ольга Васильевна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ст. Кирпильская, ул. Угловая, 22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23:35:0402003:90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1534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Кильдяйкина Ольга Викторовна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ст-ца Кирпильская, ул Красная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23:35:0404010:1496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октябрь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Плачиашвили Наира Шотаевна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ст-ца Кирпильская, ул Пушкина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23:35:0407003:1255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1534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государственная собственность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Некрасовская,                                             ул. Чапаева, 68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23:35:1510002:426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государственная собственность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Некрасовская,                                             ул. Ленина, 15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23:35:1509002:168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968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государственная собственность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Некрасовская,                                             ул. Первомайская, 16А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23:35:1509003:173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государственная собственность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ст. Некрасовская,                                             ул. Свердлова, 51А/ул.Садовая, 38А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23:35:1508006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Михеев Иван Тимофеевич, Папулов Дмитрий Валериевич,  Папулова Надежда Валерьевна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 участок 53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23:35:1504001:429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1230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Ищенко Раиса Романовна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х. Заречный, ул. Школьная, 264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23:35:1504001:430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Калинина Валентина Михайловна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 участок 55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23:35:1504001:431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Журавлева Тамара Петровна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х. Заречный, ул. Школьная, 260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23:35:1504001:432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Дрыгина Надежда Александровна, Попова Валентина Александровна, Попова Алла Васильевна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х. Заречный, участок 57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23:35:1504001:433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Левченко Валентина Васильевна, Лысенко Виктор Анатольевич, Левченко Валентина Васильевна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х. Заречный, ул. Школьная,  256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23:35:1504001:434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Трофименко Валентин Лукич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23:35:1504001:435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1200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Паутова Татьяна Александровна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х. Заречный, ул. Школьная, 252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23:35:1504001:436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Титоров Олег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х. Заречный, ул. Школьная, 250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23:35:1504001:437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Кондрашкин Анатолий Анатольевич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23:35:1504001:515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Гребенюк Вера Васильевна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23:35:1504001:514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Роженко Людмила Георгиевна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23:35:1504001:513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Лисовская Лидия Георгиевна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23:35:1504001:512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Иванова Екатерина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23:35:1504001:511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Кульбацкий Валерий Максимович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 участок 148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Черепова Милада Ивановна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23:35:1504001:510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Тарасова Надежда Павловна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23:35:1504001:509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700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Качодян Мартын Саркисович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23:35:1504001:508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Ясько Вячеслав Николаевич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23:35:1504001:507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Рослякова Ольга Николаевна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х. Заречный, ул. Дачная, 81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23:35:1504001:506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Лепская Раиса Максимовна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х. Заречный, ул. Дачная, 79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23:35:1504001:505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600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Лемешко Елена Валентиновна, Хромых Наталья Александровна, Хромых Юрий Александрович, Лазарева Татьяна Борисовна, Хромых Александр Александрович, Хромых Александр Николаевич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ул. Лабинская, 93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2209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ноябрь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Десятникова Антонина Павловна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119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1400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Калинина Татьяна Анатольевна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ул. Лабинская, 97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23:35:1502001:196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1421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Коледа Валерий Витальевич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Усть-Лабинский район, х. Огонек, участок 121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23:35:1502001:209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1900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Вертелецкий Андрей Анатольевич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122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1519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Вертелецкий Андрей Анатольевич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123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1500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Чинюк Александр Владимирович, Чинюк Елена Васильевна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124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1296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Сезина Наталья Григорьевна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125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23:35:1502001:119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1386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Сезина Наталья Григорьевна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126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Журкин Александр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127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Чмирев Владимир Алексеевич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128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Мальцев Валерий Степанович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129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Шепелев Вячеслав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159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Нестеров Валерий Дмитриевич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132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Гордиенко Алексей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х. Огонек, участок №133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Гордиенко Алексей Владимирович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х. Огонек, участок №134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Колено Александра Ивановна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135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Шорина Нина Михайловна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136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Бондаренко Владимир Иванович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137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Сезина Наталья Григорьевна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138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Югай Виталий Николаевич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139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Головашев Вениамин Петрович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140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Сезина Наталья Григорьевна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141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23:35:1502001:133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873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Тимченко В.В.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Огонек, участок 141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23:35:1502001: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Бабин Сергей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ст-ца Некрасовская, полевой стан кормозаготовительной бригады, берег реки Лаба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23:35:0000000:680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35577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Горбатов Федор Александрович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в границах Некрасовского сельского поселения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23:35:1501000:433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9809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Гаспарян Арам Атомович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в границах Некрасовского сельского поселения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23:35:1501000:434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15712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Поздняков Евгений Васильевич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х Заречный, ул Школьная, прилегающий к земельному участку с К№ 23:35:1504001:74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23:35:1504001:900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483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Горбатов Федор Александрович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край Краснодарский, р-н Усть-Лабинский, х. Заречный, ул. Центральная, 17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23:35:1508002:302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  <w:tr w:rsidR="00771529" w:rsidRPr="001B7B11" w:rsidTr="00DC2520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DC2520" w:rsidRDefault="00771529" w:rsidP="00DC2520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декабрь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Горбатов Федор Александрович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Краснодарский край, р-н Усть-Лабинский, ст-ца Некрасовская, участок 77, секция 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23:35:1508002:303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lang w:eastAsia="ru-RU"/>
              </w:rPr>
            </w:pPr>
            <w:r w:rsidRPr="001B7B11">
              <w:rPr>
                <w:sz w:val="22"/>
                <w:szCs w:val="22"/>
                <w:lang w:eastAsia="ru-RU"/>
              </w:rPr>
              <w:t>10001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sz w:val="16"/>
                <w:szCs w:val="16"/>
                <w:lang w:eastAsia="ru-RU"/>
              </w:rPr>
            </w:pPr>
            <w:r w:rsidRPr="001B7B11">
              <w:rPr>
                <w:sz w:val="16"/>
                <w:szCs w:val="16"/>
                <w:lang w:eastAsia="ru-RU"/>
              </w:rPr>
              <w:t>соблюдение обязательных требований, установленных муниципальными правовыми актами в сфере землепользования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Смыков И.Ю. Службина Н.А.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529" w:rsidRPr="001B7B11" w:rsidRDefault="00771529" w:rsidP="001B7B11">
            <w:pPr>
              <w:jc w:val="center"/>
              <w:rPr>
                <w:color w:val="000000"/>
                <w:lang w:eastAsia="ru-RU"/>
              </w:rPr>
            </w:pPr>
            <w:r w:rsidRPr="001B7B11">
              <w:rPr>
                <w:color w:val="000000"/>
                <w:sz w:val="22"/>
                <w:szCs w:val="22"/>
                <w:lang w:eastAsia="ru-RU"/>
              </w:rPr>
              <w:t>документарная/выездная</w:t>
            </w:r>
          </w:p>
        </w:tc>
      </w:tr>
    </w:tbl>
    <w:p w:rsidR="00771529" w:rsidRDefault="00771529" w:rsidP="00F21F28">
      <w:pPr>
        <w:jc w:val="center"/>
        <w:rPr>
          <w:sz w:val="28"/>
          <w:szCs w:val="28"/>
        </w:rPr>
      </w:pPr>
    </w:p>
    <w:p w:rsidR="00771529" w:rsidRDefault="00771529" w:rsidP="00F21F28">
      <w:pPr>
        <w:jc w:val="center"/>
        <w:rPr>
          <w:sz w:val="28"/>
          <w:szCs w:val="28"/>
        </w:rPr>
      </w:pPr>
    </w:p>
    <w:p w:rsidR="00771529" w:rsidRDefault="00771529" w:rsidP="00F21F28">
      <w:pPr>
        <w:jc w:val="center"/>
        <w:rPr>
          <w:sz w:val="28"/>
          <w:szCs w:val="28"/>
        </w:rPr>
      </w:pPr>
    </w:p>
    <w:p w:rsidR="00771529" w:rsidRPr="00AA2105" w:rsidRDefault="00771529" w:rsidP="00565930">
      <w:pPr>
        <w:rPr>
          <w:sz w:val="28"/>
          <w:szCs w:val="28"/>
        </w:rPr>
      </w:pPr>
      <w:r w:rsidRPr="00AA2105">
        <w:rPr>
          <w:sz w:val="28"/>
          <w:szCs w:val="28"/>
        </w:rPr>
        <w:t>Исполняющий обязанности</w:t>
      </w:r>
    </w:p>
    <w:p w:rsidR="00771529" w:rsidRPr="00AA2105" w:rsidRDefault="00771529" w:rsidP="00565930">
      <w:pPr>
        <w:rPr>
          <w:sz w:val="28"/>
          <w:szCs w:val="28"/>
        </w:rPr>
      </w:pPr>
      <w:r w:rsidRPr="00AA2105">
        <w:rPr>
          <w:sz w:val="28"/>
          <w:szCs w:val="28"/>
        </w:rPr>
        <w:t xml:space="preserve">начальника управления по вопросам </w:t>
      </w:r>
    </w:p>
    <w:p w:rsidR="00771529" w:rsidRPr="00AA2105" w:rsidRDefault="00771529" w:rsidP="00565930">
      <w:pPr>
        <w:rPr>
          <w:sz w:val="28"/>
          <w:szCs w:val="28"/>
        </w:rPr>
      </w:pPr>
      <w:r w:rsidRPr="00AA2105">
        <w:rPr>
          <w:sz w:val="28"/>
          <w:szCs w:val="28"/>
        </w:rPr>
        <w:t xml:space="preserve">земельных отношений и учета </w:t>
      </w:r>
    </w:p>
    <w:p w:rsidR="00771529" w:rsidRPr="00AA2105" w:rsidRDefault="00771529" w:rsidP="00565930">
      <w:pPr>
        <w:rPr>
          <w:sz w:val="28"/>
          <w:szCs w:val="28"/>
        </w:rPr>
      </w:pPr>
      <w:r w:rsidRPr="00AA2105">
        <w:rPr>
          <w:sz w:val="28"/>
          <w:szCs w:val="28"/>
        </w:rPr>
        <w:t xml:space="preserve">муниципальной собственности </w:t>
      </w:r>
    </w:p>
    <w:p w:rsidR="00771529" w:rsidRPr="00AA2105" w:rsidRDefault="00771529" w:rsidP="00565930">
      <w:pPr>
        <w:rPr>
          <w:sz w:val="28"/>
          <w:szCs w:val="28"/>
        </w:rPr>
      </w:pPr>
      <w:r w:rsidRPr="00AA2105">
        <w:rPr>
          <w:sz w:val="28"/>
          <w:szCs w:val="28"/>
        </w:rPr>
        <w:t xml:space="preserve">администрации муниципального </w:t>
      </w:r>
    </w:p>
    <w:p w:rsidR="00771529" w:rsidRPr="00AA2105" w:rsidRDefault="00771529" w:rsidP="00565930">
      <w:pPr>
        <w:rPr>
          <w:sz w:val="28"/>
          <w:szCs w:val="28"/>
        </w:rPr>
      </w:pPr>
      <w:r w:rsidRPr="00AA2105">
        <w:rPr>
          <w:sz w:val="28"/>
          <w:szCs w:val="28"/>
        </w:rPr>
        <w:t xml:space="preserve">образования Усть-Лабинский район </w:t>
      </w:r>
      <w:r w:rsidRPr="00AA2105">
        <w:rPr>
          <w:sz w:val="28"/>
          <w:szCs w:val="28"/>
        </w:rPr>
        <w:tab/>
      </w:r>
      <w:r w:rsidRPr="00AA2105">
        <w:rPr>
          <w:sz w:val="28"/>
          <w:szCs w:val="28"/>
        </w:rPr>
        <w:tab/>
      </w:r>
      <w:r w:rsidRPr="00AA2105">
        <w:rPr>
          <w:sz w:val="28"/>
          <w:szCs w:val="28"/>
        </w:rPr>
        <w:tab/>
      </w:r>
      <w:r w:rsidRPr="00AA210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A2105">
        <w:rPr>
          <w:sz w:val="28"/>
          <w:szCs w:val="28"/>
        </w:rPr>
        <w:t>И.Н. Диогенова</w:t>
      </w:r>
    </w:p>
    <w:p w:rsidR="00771529" w:rsidRPr="00AA2105" w:rsidRDefault="00771529" w:rsidP="00565930">
      <w:pPr>
        <w:spacing w:line="360" w:lineRule="auto"/>
        <w:rPr>
          <w:sz w:val="28"/>
          <w:szCs w:val="28"/>
        </w:rPr>
      </w:pPr>
      <w:r w:rsidRPr="00AA2105">
        <w:rPr>
          <w:sz w:val="28"/>
          <w:szCs w:val="28"/>
        </w:rPr>
        <w:tab/>
      </w:r>
      <w:r w:rsidRPr="00AA2105">
        <w:rPr>
          <w:sz w:val="28"/>
          <w:szCs w:val="28"/>
        </w:rPr>
        <w:tab/>
      </w:r>
    </w:p>
    <w:p w:rsidR="00771529" w:rsidRPr="00615AD0" w:rsidRDefault="00771529" w:rsidP="00F21F28">
      <w:pPr>
        <w:jc w:val="center"/>
        <w:rPr>
          <w:sz w:val="28"/>
          <w:szCs w:val="28"/>
        </w:rPr>
      </w:pPr>
      <w:r w:rsidRPr="00615AD0">
        <w:rPr>
          <w:sz w:val="28"/>
          <w:szCs w:val="28"/>
        </w:rPr>
        <w:t xml:space="preserve"> </w:t>
      </w:r>
    </w:p>
    <w:sectPr w:rsidR="00771529" w:rsidRPr="00615AD0" w:rsidSect="00615AD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E640F"/>
    <w:multiLevelType w:val="hybridMultilevel"/>
    <w:tmpl w:val="9B08E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AD0"/>
    <w:rsid w:val="001B7B11"/>
    <w:rsid w:val="002F026F"/>
    <w:rsid w:val="0037360A"/>
    <w:rsid w:val="003D5B3E"/>
    <w:rsid w:val="0046538A"/>
    <w:rsid w:val="00554C1C"/>
    <w:rsid w:val="00565930"/>
    <w:rsid w:val="00615AD0"/>
    <w:rsid w:val="00741EE7"/>
    <w:rsid w:val="00752676"/>
    <w:rsid w:val="00771529"/>
    <w:rsid w:val="007B1D79"/>
    <w:rsid w:val="007F1701"/>
    <w:rsid w:val="00814724"/>
    <w:rsid w:val="008404FF"/>
    <w:rsid w:val="00853CE7"/>
    <w:rsid w:val="00AA2105"/>
    <w:rsid w:val="00AF0BEB"/>
    <w:rsid w:val="00BC40A7"/>
    <w:rsid w:val="00C40726"/>
    <w:rsid w:val="00DC2520"/>
    <w:rsid w:val="00F21F28"/>
    <w:rsid w:val="00FB0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AD0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15AD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15AD0"/>
    <w:rPr>
      <w:rFonts w:cs="Times New Roman"/>
      <w:color w:val="800080"/>
      <w:u w:val="single"/>
    </w:rPr>
  </w:style>
  <w:style w:type="paragraph" w:customStyle="1" w:styleId="xl64">
    <w:name w:val="xl64"/>
    <w:basedOn w:val="Normal"/>
    <w:uiPriority w:val="99"/>
    <w:rsid w:val="00615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5">
    <w:name w:val="xl65"/>
    <w:basedOn w:val="Normal"/>
    <w:uiPriority w:val="99"/>
    <w:rsid w:val="00615AD0"/>
    <w:pP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6">
    <w:name w:val="xl66"/>
    <w:basedOn w:val="Normal"/>
    <w:uiPriority w:val="99"/>
    <w:rsid w:val="00615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7">
    <w:name w:val="xl67"/>
    <w:basedOn w:val="Normal"/>
    <w:uiPriority w:val="99"/>
    <w:rsid w:val="00615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8">
    <w:name w:val="xl68"/>
    <w:basedOn w:val="Normal"/>
    <w:uiPriority w:val="99"/>
    <w:rsid w:val="00615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9">
    <w:name w:val="xl69"/>
    <w:basedOn w:val="Normal"/>
    <w:uiPriority w:val="99"/>
    <w:rsid w:val="00615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u w:val="single"/>
      <w:lang w:eastAsia="ru-RU"/>
    </w:rPr>
  </w:style>
  <w:style w:type="paragraph" w:customStyle="1" w:styleId="xl70">
    <w:name w:val="xl70"/>
    <w:basedOn w:val="Normal"/>
    <w:uiPriority w:val="99"/>
    <w:rsid w:val="00615AD0"/>
    <w:pP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1">
    <w:name w:val="xl71"/>
    <w:basedOn w:val="Normal"/>
    <w:uiPriority w:val="99"/>
    <w:rsid w:val="00615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2">
    <w:name w:val="xl72"/>
    <w:basedOn w:val="Normal"/>
    <w:uiPriority w:val="99"/>
    <w:rsid w:val="00615AD0"/>
    <w:pP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3">
    <w:name w:val="xl73"/>
    <w:basedOn w:val="Normal"/>
    <w:uiPriority w:val="99"/>
    <w:rsid w:val="00615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4">
    <w:name w:val="xl74"/>
    <w:basedOn w:val="Normal"/>
    <w:uiPriority w:val="99"/>
    <w:rsid w:val="00615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5">
    <w:name w:val="xl75"/>
    <w:basedOn w:val="Normal"/>
    <w:uiPriority w:val="99"/>
    <w:rsid w:val="00615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6">
    <w:name w:val="xl76"/>
    <w:basedOn w:val="Normal"/>
    <w:uiPriority w:val="99"/>
    <w:rsid w:val="00615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7">
    <w:name w:val="xl77"/>
    <w:basedOn w:val="Normal"/>
    <w:uiPriority w:val="99"/>
    <w:rsid w:val="00615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styleId="ListParagraph">
    <w:name w:val="List Paragraph"/>
    <w:basedOn w:val="Normal"/>
    <w:uiPriority w:val="99"/>
    <w:qFormat/>
    <w:rsid w:val="00DC2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4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47</Pages>
  <Words>12829</Words>
  <Characters>-32766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2018-03-05T06:58:00Z</cp:lastPrinted>
  <dcterms:created xsi:type="dcterms:W3CDTF">2017-12-22T07:53:00Z</dcterms:created>
  <dcterms:modified xsi:type="dcterms:W3CDTF">2018-03-05T07:01:00Z</dcterms:modified>
</cp:coreProperties>
</file>